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-412750</wp:posOffset>
            </wp:positionH>
            <wp:positionV relativeFrom="paragraph">
              <wp:posOffset>2859405</wp:posOffset>
            </wp:positionV>
            <wp:extent cx="1508760" cy="1509395"/>
            <wp:effectExtent l="0" t="0" r="0" b="0"/>
            <wp:wrapNone/>
            <wp:docPr id="101" name="图片 101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509395"/>
                    </a:xfrm>
                    <a:prstGeom prst="ellipse">
                      <a:avLst/>
                    </a:prstGeom>
                    <a:ln w="571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3442970</wp:posOffset>
                </wp:positionV>
                <wp:extent cx="2756535" cy="396240"/>
                <wp:effectExtent l="0" t="0" r="0" b="0"/>
                <wp:wrapNone/>
                <wp:docPr id="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58490" y="4357370"/>
                          <a:ext cx="2756535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80" w:lineRule="exact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8"/>
                                <w:szCs w:val="28"/>
                              </w:rPr>
                              <w:t>求职意向：产品经理岗位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158.7pt;margin-top:271.1pt;height:31.2pt;width:217.05pt;z-index:251670528;mso-width-relative:page;mso-height-relative:page;" filled="f" stroked="f" coordsize="21600,21600" o:gfxdata="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Wb+ENkA&#10;AAALAQAADwAAAAAAAAABACAAAAAiAAAAZHJzL2Rvd25yZXYueG1sUEsBAhQAFAAAAAgAh07iQMI4&#10;NBusAQAAHAMAAA4AAAAAAAAAAQAgAAAAKAEAAGRycy9lMm9Eb2MueG1sUEsFBgAAAAAGAAYAWQEA&#10;AE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80" w:lineRule="exact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8"/>
                          <w:szCs w:val="28"/>
                        </w:rPr>
                        <w:t>求职意向：产品经理岗位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2707005</wp:posOffset>
                </wp:positionV>
                <wp:extent cx="2517775" cy="883920"/>
                <wp:effectExtent l="0" t="0" r="0" b="0"/>
                <wp:wrapNone/>
                <wp:docPr id="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6425" y="3621405"/>
                          <a:ext cx="2517775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64"/>
                                <w:szCs w:val="6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157.75pt;margin-top:213.15pt;height:69.6pt;width:198.25pt;z-index:251669504;mso-width-relative:page;mso-height-relative:page;" filled="f" stroked="f" coordsize="21600,21600" o:gfxdata="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6Fcb79gAAAAL&#10;AQAADwAAAAAAAAABACAAAAAiAAAAZHJzL2Rvd25yZXYueG1sUEsBAhQAFAAAAAgAh07iQNE08xiq&#10;AQAAHAMAAA4AAAAAAAAAAQAgAAAAJw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64"/>
                          <w:szCs w:val="6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-1186815</wp:posOffset>
                </wp:positionH>
                <wp:positionV relativeFrom="paragraph">
                  <wp:posOffset>-930275</wp:posOffset>
                </wp:positionV>
                <wp:extent cx="7633335" cy="10737850"/>
                <wp:effectExtent l="0" t="0" r="571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545" y="595630"/>
                          <a:ext cx="7633335" cy="107378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45pt;margin-top:-73.25pt;height:845.5pt;width:601.05pt;z-index:-251699200;v-text-anchor:middle;mso-width-relative:page;mso-height-relative:page;" fillcolor="#404040" filled="t" stroked="f" coordsize="21600,21600" o:gfxdata="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hDzFLbAAAADwEAAA8AAAAAAAAAAQAgAAAAIgAAAGRycy9kb3ducmV2LnhtbFBLAQIUABQAAAAI&#10;AIdO4kD7q7F+XAIAAIkEAAAOAAAAAAAAAAEAIAAAACo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2715260</wp:posOffset>
                </wp:positionV>
                <wp:extent cx="7570470" cy="1856740"/>
                <wp:effectExtent l="0" t="0" r="11430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5130" y="6017260"/>
                          <a:ext cx="7570470" cy="1856740"/>
                        </a:xfrm>
                        <a:prstGeom prst="rect">
                          <a:avLst/>
                        </a:prstGeom>
                        <a:solidFill>
                          <a:srgbClr val="E3E7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5pt;margin-top:213.8pt;height:146.2pt;width:596.1pt;z-index:251614208;v-text-anchor:middle;mso-width-relative:page;mso-height-relative:page;" fillcolor="#E3E7ED" filled="t" stroked="f" coordsize="21600,21600" o:gfxdata="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u&#10;ih8t1wAAAA0BAAAPAAAAAAAAAAEAIAAAACIAAABkcnMvZG93bnJldi54bWxQSwECFAAUAAAACACH&#10;TuJAH/vjxF4CAACJBAAADgAAAAAAAAABACAAAAAm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-241300</wp:posOffset>
                </wp:positionV>
                <wp:extent cx="2520315" cy="948690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948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1584" w:lineRule="exact"/>
                              <w:jc w:val="both"/>
                              <w:rPr>
                                <w:color w:val="FFFFFF" w:themeColor="background1"/>
                                <w:sz w:val="90"/>
                                <w:szCs w:val="9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粗谭黑简体" w:eastAsia="方正粗谭黑简体" w:cstheme="minorBidi"/>
                                <w:color w:val="FFFFFF" w:themeColor="background1"/>
                                <w:kern w:val="24"/>
                                <w:sz w:val="90"/>
                                <w:szCs w:val="9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.6pt;margin-top:-19pt;height:74.7pt;width:198.45pt;z-index:251626496;mso-width-relative:page;mso-height-relative:page;" filled="f" stroked="f" coordsize="21600,21600" o:gfxdata="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U+QP92AAAAAsBAAAPAAAAAAAA&#10;AAEAIAAAACIAAABkcnMvZG93bnJldi54bWxQSwECFAAUAAAACACHTuJAD+UNqq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1584" w:lineRule="exact"/>
                        <w:jc w:val="both"/>
                        <w:rPr>
                          <w:color w:val="FFFFFF" w:themeColor="background1"/>
                          <w:sz w:val="90"/>
                          <w:szCs w:val="9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粗谭黑简体" w:eastAsia="方正粗谭黑简体" w:cstheme="minorBidi"/>
                          <w:color w:val="FFFFFF" w:themeColor="background1"/>
                          <w:kern w:val="24"/>
                          <w:sz w:val="90"/>
                          <w:szCs w:val="9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-562610</wp:posOffset>
                </wp:positionV>
                <wp:extent cx="1656080" cy="88392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FFFFFF" w:themeColor="background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15pt;margin-top:-44.3pt;height:69.6pt;width:130.4pt;z-index:251625472;mso-width-relative:page;mso-height-relative:page;" filled="f" stroked="f" coordsize="21600,21600" o:gfxdata="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EyD/5NgAAAAKAQAADwAAAAAAAAAB&#10;ACAAAAAiAAAAZHJzL2Rvd25yZXYueG1sUEsBAhQAFAAAAAgAh07iQLWgm0yeAQAADwMAAA4AAAAA&#10;AAAAAQAgAAAAJw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Impact" w:hAnsi="Impact" w:eastAsiaTheme="minorEastAsia" w:cstheme="minorBidi"/>
                          <w:color w:val="FFFFFF" w:themeColor="background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-561340</wp:posOffset>
                </wp:positionV>
                <wp:extent cx="1999615" cy="883920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9615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FFFFFF" w:themeColor="background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PERSONAL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4pt;margin-top:-44.2pt;height:69.6pt;width:157.45pt;z-index:251624448;mso-width-relative:page;mso-height-relative:page;" filled="f" stroked="f" coordsize="21600,21600" o:gfxdata="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2w4B9NgAAAAKAQAADwAAAAAA&#10;AAABACAAAAAiAAAAZHJzL2Rvd25yZXYueG1sUEsBAhQAFAAAAAgAh07iQLq4scWhAQAAEQ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Impact" w:hAnsi="Impact" w:eastAsiaTheme="minorEastAsia" w:cstheme="minorBidi"/>
                          <w:color w:val="FFFFFF" w:themeColor="background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PERSONAL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3992245</wp:posOffset>
                </wp:positionH>
                <wp:positionV relativeFrom="paragraph">
                  <wp:posOffset>3945255</wp:posOffset>
                </wp:positionV>
                <wp:extent cx="193040" cy="199390"/>
                <wp:effectExtent l="0" t="0" r="0" b="0"/>
                <wp:wrapNone/>
                <wp:docPr id="2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3040" cy="199390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14.35pt;margin-top:310.65pt;height:15.7pt;width:15.2pt;z-index:251621376;v-text-anchor:middle;mso-width-relative:page;mso-height-relative:page;" fillcolor="#404040" filled="t" stroked="f" coordsize="90,93" o:gfxdata="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3952240</wp:posOffset>
                </wp:positionV>
                <wp:extent cx="192405" cy="192405"/>
                <wp:effectExtent l="0" t="0" r="0" b="0"/>
                <wp:wrapNone/>
                <wp:docPr id="2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2405" cy="192405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65.1pt;margin-top:311.2pt;height:15.15pt;width:15.15pt;z-index:251620352;v-text-anchor:middle;mso-width-relative:page;mso-height-relative:page;" fillcolor="#404040" filled="t" stroked="f" coordsize="5581,5581" o:gfxdata="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369699650;@0,@0;@0,@0;@0,@0;@0,@0;136969965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3686810</wp:posOffset>
                </wp:positionV>
                <wp:extent cx="4037965" cy="630555"/>
                <wp:effectExtent l="0" t="0" r="0" b="0"/>
                <wp:wrapNone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965" cy="630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ascii="Calibri" w:hAnsi="Calibri" w:eastAsia="微软雅黑" w:cs="Times New Roman"/>
                                <w:color w:val="404040"/>
                                <w:kern w:val="2"/>
                                <w:sz w:val="32"/>
                                <w:szCs w:val="32"/>
                              </w:rPr>
                              <w:t>152 0032 000</w:t>
                            </w:r>
                            <w:r>
                              <w:rPr>
                                <w:rFonts w:hint="eastAsia" w:ascii="Calibri" w:hAnsi="Calibri" w:eastAsia="微软雅黑" w:cs="Times New Roman"/>
                                <w:color w:val="40404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Calibri" w:hAnsi="Calibri" w:eastAsia="微软雅黑" w:cs="Times New Roman"/>
                                <w:color w:val="58585A"/>
                                <w:kern w:val="2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eastAsia="微软雅黑" w:cs="Times New Roman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hAnsi="Calibri" w:eastAsia="微软雅黑" w:cs="Times New Roman"/>
                                <w:color w:val="404040"/>
                                <w:kern w:val="2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Calibri" w:hAnsi="Calibri" w:eastAsia="微软雅黑" w:cs="Times New Roman"/>
                                <w:color w:val="40404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1234</w:t>
                            </w:r>
                            <w:r>
                              <w:rPr>
                                <w:rFonts w:ascii="Calibri" w:hAnsi="Calibri" w:cs="Times New Roman"/>
                                <w:color w:val="404040"/>
                                <w:kern w:val="2"/>
                                <w:sz w:val="32"/>
                                <w:szCs w:val="32"/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0.9pt;margin-top:290.3pt;height:49.65pt;width:317.95pt;z-index:251619328;mso-width-relative:page;mso-height-relative:page;" filled="f" stroked="f" coordsize="21600,21600" o:gfxdata="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Tzgr3AAAAAsBAAAP&#10;AAAAAAAAAAEAIAAAACIAAABkcnMvZG93bnJldi54bWxQSwECFAAUAAAACACHTuJA4wwxGBQCAAD3&#10;Aw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800" w:lineRule="exact"/>
                      </w:pPr>
                      <w:r>
                        <w:rPr>
                          <w:rFonts w:ascii="Calibri" w:hAnsi="Calibri" w:eastAsia="微软雅黑" w:cs="Times New Roman"/>
                          <w:color w:val="404040"/>
                          <w:kern w:val="2"/>
                          <w:sz w:val="32"/>
                          <w:szCs w:val="32"/>
                        </w:rPr>
                        <w:t>152 0032 000</w:t>
                      </w:r>
                      <w:r>
                        <w:rPr>
                          <w:rFonts w:hint="eastAsia" w:ascii="Calibri" w:hAnsi="Calibri" w:eastAsia="微软雅黑" w:cs="Times New Roman"/>
                          <w:color w:val="404040"/>
                          <w:kern w:val="2"/>
                          <w:sz w:val="32"/>
                          <w:szCs w:val="32"/>
                          <w:lang w:val="en-US" w:eastAsia="zh-CN"/>
                        </w:rPr>
                        <w:t>0</w:t>
                      </w:r>
                      <w:r>
                        <w:rPr>
                          <w:rFonts w:ascii="Calibri" w:hAnsi="Calibri" w:eastAsia="微软雅黑" w:cs="Times New Roman"/>
                          <w:color w:val="58585A"/>
                          <w:kern w:val="2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alibri" w:hAnsi="Calibri" w:eastAsia="微软雅黑" w:cs="Times New Roman"/>
                          <w:color w:val="333F50"/>
                          <w:kern w:val="2"/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Calibri" w:hAnsi="Calibri" w:eastAsia="微软雅黑" w:cs="Times New Roman"/>
                          <w:color w:val="404040"/>
                          <w:kern w:val="2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Calibri" w:hAnsi="Calibri" w:eastAsia="微软雅黑" w:cs="Times New Roman"/>
                          <w:color w:val="404040"/>
                          <w:kern w:val="2"/>
                          <w:sz w:val="32"/>
                          <w:szCs w:val="32"/>
                          <w:lang w:val="en-US" w:eastAsia="zh-CN"/>
                        </w:rPr>
                        <w:t>1234</w:t>
                      </w:r>
                      <w:r>
                        <w:rPr>
                          <w:rFonts w:ascii="Calibri" w:hAnsi="Calibri" w:cs="Times New Roman"/>
                          <w:color w:val="404040"/>
                          <w:kern w:val="2"/>
                          <w:sz w:val="32"/>
                          <w:szCs w:val="32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粗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D2131D"/>
    <w:rsid w:val="00053EC5"/>
    <w:rsid w:val="00847DAE"/>
    <w:rsid w:val="00B67961"/>
    <w:rsid w:val="13C75BD1"/>
    <w:rsid w:val="21744C91"/>
    <w:rsid w:val="5DF91AE2"/>
    <w:rsid w:val="5F526DDB"/>
    <w:rsid w:val="600A0B13"/>
    <w:rsid w:val="65D2131D"/>
    <w:rsid w:val="6A1E24E0"/>
    <w:rsid w:val="6E1F6BE8"/>
    <w:rsid w:val="6FE22DA7"/>
    <w:rsid w:val="75A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31616;&#21382;&#23553;&#38754;+&#31616;&#21382;+&#31616;&#21382;&#23553;&#24213;-2016&#26368;&#26032;&#31616;&#21382;&#27714;&#32844;&#31616;&#21382;&#22871;&#39184;08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简历封面+简历+简历封底-2016最新简历求职简历套餐08.docx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2017-09-10T07:07:00Z</dcterms:created>
  <dc:creator>S</dc:creator>
  <cp:lastModifiedBy>WPS_1528193819</cp:lastModifiedBy>
  <dcterms:modified xsi:type="dcterms:W3CDTF">2018-07-26T06:14:59Z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